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5FDF7" w14:textId="77777777" w:rsidR="00080022" w:rsidRDefault="008C1601" w:rsidP="00D30C1E">
      <w:p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Dear Parent/Guardian</w:t>
      </w:r>
      <w:r w:rsidR="00C34B60">
        <w:rPr>
          <w:rFonts w:ascii="Franklin Gothic Book" w:hAnsi="Franklin Gothic Book"/>
          <w:szCs w:val="22"/>
        </w:rPr>
        <w:t>,</w:t>
      </w:r>
    </w:p>
    <w:p w14:paraId="026CD0FD" w14:textId="77777777" w:rsidR="008C1601" w:rsidRPr="00C87A87" w:rsidRDefault="008C1601" w:rsidP="00D30C1E">
      <w:pPr>
        <w:rPr>
          <w:rFonts w:ascii="Franklin Gothic Book" w:hAnsi="Franklin Gothic Book"/>
          <w:sz w:val="12"/>
          <w:szCs w:val="12"/>
        </w:rPr>
      </w:pPr>
    </w:p>
    <w:p w14:paraId="239A2EE3" w14:textId="748D787D" w:rsidR="008C1601" w:rsidRDefault="009018D5" w:rsidP="00D30C1E">
      <w:p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The 2020</w:t>
      </w:r>
      <w:r w:rsidR="008C1601">
        <w:rPr>
          <w:rFonts w:ascii="Franklin Gothic Book" w:hAnsi="Franklin Gothic Book"/>
          <w:szCs w:val="22"/>
        </w:rPr>
        <w:t xml:space="preserve"> fees are summarised in the table below</w:t>
      </w:r>
      <w:r w:rsidR="0077245B">
        <w:rPr>
          <w:rFonts w:ascii="Franklin Gothic Book" w:hAnsi="Franklin Gothic Book"/>
          <w:szCs w:val="22"/>
        </w:rPr>
        <w:t>:</w:t>
      </w:r>
      <w:bookmarkStart w:id="0" w:name="_GoBack"/>
      <w:bookmarkEnd w:id="0"/>
    </w:p>
    <w:p w14:paraId="6D057E0D" w14:textId="77777777" w:rsidR="008C1601" w:rsidRPr="00C87A87" w:rsidRDefault="008C1601" w:rsidP="00D30C1E">
      <w:pPr>
        <w:rPr>
          <w:rFonts w:ascii="Franklin Gothic Book" w:hAnsi="Franklin Gothic Book"/>
          <w:sz w:val="12"/>
          <w:szCs w:val="12"/>
        </w:rPr>
      </w:pP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1629"/>
        <w:gridCol w:w="1511"/>
        <w:gridCol w:w="1533"/>
        <w:gridCol w:w="1422"/>
        <w:gridCol w:w="1433"/>
        <w:gridCol w:w="1840"/>
      </w:tblGrid>
      <w:tr w:rsidR="00784947" w14:paraId="745C5812" w14:textId="77777777" w:rsidTr="00784947">
        <w:tc>
          <w:tcPr>
            <w:tcW w:w="1629" w:type="dxa"/>
          </w:tcPr>
          <w:p w14:paraId="06C1A36D" w14:textId="77777777" w:rsidR="00784947" w:rsidRPr="009054B8" w:rsidRDefault="00784947" w:rsidP="00AD4B09">
            <w:pPr>
              <w:rPr>
                <w:rFonts w:ascii="Franklin Gothic Book" w:hAnsi="Franklin Gothic Book"/>
                <w:szCs w:val="32"/>
              </w:rPr>
            </w:pPr>
          </w:p>
        </w:tc>
        <w:tc>
          <w:tcPr>
            <w:tcW w:w="1511" w:type="dxa"/>
          </w:tcPr>
          <w:p w14:paraId="3A1D2C50" w14:textId="0C39D348" w:rsidR="00784947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>
              <w:rPr>
                <w:rFonts w:ascii="Franklin Gothic Book" w:hAnsi="Franklin Gothic Book"/>
                <w:b/>
                <w:szCs w:val="28"/>
              </w:rPr>
              <w:t>Fees</w:t>
            </w:r>
          </w:p>
          <w:p w14:paraId="25381609" w14:textId="6855A4FB" w:rsidR="00784947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>
              <w:rPr>
                <w:rFonts w:ascii="Franklin Gothic Book" w:hAnsi="Franklin Gothic Book"/>
                <w:b/>
                <w:szCs w:val="28"/>
              </w:rPr>
              <w:t>2020 per term</w:t>
            </w:r>
          </w:p>
          <w:p w14:paraId="15F33245" w14:textId="70381587" w:rsidR="00784947" w:rsidRPr="009054B8" w:rsidRDefault="00784947" w:rsidP="00784947">
            <w:pPr>
              <w:rPr>
                <w:rFonts w:ascii="Franklin Gothic Book" w:hAnsi="Franklin Gothic Book"/>
                <w:b/>
                <w:szCs w:val="28"/>
              </w:rPr>
            </w:pPr>
          </w:p>
        </w:tc>
        <w:tc>
          <w:tcPr>
            <w:tcW w:w="1533" w:type="dxa"/>
          </w:tcPr>
          <w:p w14:paraId="2DDC3B23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General Purpose Levy</w:t>
            </w:r>
          </w:p>
          <w:p w14:paraId="74D57EC9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per term</w:t>
            </w:r>
          </w:p>
        </w:tc>
        <w:tc>
          <w:tcPr>
            <w:tcW w:w="1422" w:type="dxa"/>
          </w:tcPr>
          <w:p w14:paraId="3D6DD364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TOTAL</w:t>
            </w:r>
          </w:p>
          <w:p w14:paraId="39536C3C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for</w:t>
            </w:r>
          </w:p>
          <w:p w14:paraId="506C0985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term</w:t>
            </w:r>
          </w:p>
        </w:tc>
        <w:tc>
          <w:tcPr>
            <w:tcW w:w="1433" w:type="dxa"/>
          </w:tcPr>
          <w:p w14:paraId="5BB61758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TCSO Special Levy</w:t>
            </w:r>
          </w:p>
          <w:p w14:paraId="73AA779D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per year</w:t>
            </w:r>
          </w:p>
        </w:tc>
        <w:tc>
          <w:tcPr>
            <w:tcW w:w="1840" w:type="dxa"/>
          </w:tcPr>
          <w:p w14:paraId="6DBBAA68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TOTAL</w:t>
            </w:r>
          </w:p>
          <w:p w14:paraId="53855908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for</w:t>
            </w:r>
          </w:p>
          <w:p w14:paraId="3DB56E7C" w14:textId="77777777" w:rsidR="00784947" w:rsidRPr="009054B8" w:rsidRDefault="00784947" w:rsidP="00AD4B09">
            <w:pPr>
              <w:jc w:val="center"/>
              <w:rPr>
                <w:rFonts w:ascii="Franklin Gothic Book" w:hAnsi="Franklin Gothic Book"/>
                <w:b/>
                <w:szCs w:val="28"/>
              </w:rPr>
            </w:pPr>
            <w:r w:rsidRPr="009054B8">
              <w:rPr>
                <w:rFonts w:ascii="Franklin Gothic Book" w:hAnsi="Franklin Gothic Book"/>
                <w:b/>
                <w:szCs w:val="28"/>
              </w:rPr>
              <w:t>YEAR</w:t>
            </w:r>
          </w:p>
        </w:tc>
      </w:tr>
      <w:tr w:rsidR="00784947" w14:paraId="2FD5263B" w14:textId="77777777" w:rsidTr="00784947">
        <w:tc>
          <w:tcPr>
            <w:tcW w:w="1629" w:type="dxa"/>
            <w:shd w:val="clear" w:color="auto" w:fill="9CC2E5" w:themeFill="accent1" w:themeFillTint="99"/>
          </w:tcPr>
          <w:p w14:paraId="15ABA041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1 child</w:t>
            </w:r>
          </w:p>
          <w:p w14:paraId="742F9EDF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511" w:type="dxa"/>
          </w:tcPr>
          <w:p w14:paraId="4D496E19" w14:textId="77777777" w:rsidR="0078494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$203.70</w:t>
            </w:r>
          </w:p>
        </w:tc>
        <w:tc>
          <w:tcPr>
            <w:tcW w:w="1533" w:type="dxa"/>
          </w:tcPr>
          <w:p w14:paraId="1511A328" w14:textId="77777777" w:rsidR="00784947" w:rsidRPr="00A40818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$60</w:t>
            </w:r>
          </w:p>
        </w:tc>
        <w:tc>
          <w:tcPr>
            <w:tcW w:w="1422" w:type="dxa"/>
          </w:tcPr>
          <w:p w14:paraId="60ACE27D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$263.70</w:t>
            </w:r>
          </w:p>
        </w:tc>
        <w:tc>
          <w:tcPr>
            <w:tcW w:w="1433" w:type="dxa"/>
            <w:shd w:val="clear" w:color="auto" w:fill="FF0000"/>
          </w:tcPr>
          <w:p w14:paraId="6379AEA6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  <w:p w14:paraId="4E2DFCF5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$</w:t>
            </w:r>
            <w:r>
              <w:rPr>
                <w:rFonts w:ascii="Franklin Gothic Book" w:hAnsi="Franklin Gothic Book"/>
                <w:sz w:val="32"/>
                <w:szCs w:val="32"/>
              </w:rPr>
              <w:t>12.30</w:t>
            </w:r>
          </w:p>
        </w:tc>
        <w:tc>
          <w:tcPr>
            <w:tcW w:w="1840" w:type="dxa"/>
            <w:shd w:val="clear" w:color="auto" w:fill="9CC2E5" w:themeFill="accent1" w:themeFillTint="99"/>
          </w:tcPr>
          <w:p w14:paraId="554E16FF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$1054.80</w:t>
            </w:r>
          </w:p>
        </w:tc>
      </w:tr>
      <w:tr w:rsidR="00784947" w14:paraId="59C6B7A2" w14:textId="77777777" w:rsidTr="00784947">
        <w:tc>
          <w:tcPr>
            <w:tcW w:w="1629" w:type="dxa"/>
            <w:shd w:val="clear" w:color="auto" w:fill="9CC2E5" w:themeFill="accent1" w:themeFillTint="99"/>
          </w:tcPr>
          <w:p w14:paraId="1F286700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2 children</w:t>
            </w:r>
          </w:p>
          <w:p w14:paraId="6C041C00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511" w:type="dxa"/>
          </w:tcPr>
          <w:p w14:paraId="13CBAD3E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$307.50</w:t>
            </w:r>
          </w:p>
        </w:tc>
        <w:tc>
          <w:tcPr>
            <w:tcW w:w="1533" w:type="dxa"/>
          </w:tcPr>
          <w:p w14:paraId="07C1CCE3" w14:textId="77777777" w:rsidR="00784947" w:rsidRPr="00A40818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$60</w:t>
            </w:r>
          </w:p>
        </w:tc>
        <w:tc>
          <w:tcPr>
            <w:tcW w:w="1422" w:type="dxa"/>
          </w:tcPr>
          <w:p w14:paraId="30DDDE22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$367.50</w:t>
            </w:r>
          </w:p>
        </w:tc>
        <w:tc>
          <w:tcPr>
            <w:tcW w:w="1433" w:type="dxa"/>
            <w:shd w:val="clear" w:color="auto" w:fill="FF0000"/>
          </w:tcPr>
          <w:p w14:paraId="4A9F84A2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  <w:p w14:paraId="64B0233A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$20.50</w:t>
            </w:r>
          </w:p>
        </w:tc>
        <w:tc>
          <w:tcPr>
            <w:tcW w:w="1840" w:type="dxa"/>
            <w:shd w:val="clear" w:color="auto" w:fill="9CC2E5" w:themeFill="accent1" w:themeFillTint="99"/>
          </w:tcPr>
          <w:p w14:paraId="544442E2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$1470</w:t>
            </w:r>
          </w:p>
        </w:tc>
      </w:tr>
      <w:tr w:rsidR="00784947" w14:paraId="35106611" w14:textId="77777777" w:rsidTr="00784947">
        <w:tc>
          <w:tcPr>
            <w:tcW w:w="1629" w:type="dxa"/>
            <w:shd w:val="clear" w:color="auto" w:fill="9CC2E5" w:themeFill="accent1" w:themeFillTint="99"/>
          </w:tcPr>
          <w:p w14:paraId="377FB265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3 children</w:t>
            </w:r>
          </w:p>
          <w:p w14:paraId="38EB9FCA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511" w:type="dxa"/>
          </w:tcPr>
          <w:p w14:paraId="06258A03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$360</w:t>
            </w:r>
          </w:p>
        </w:tc>
        <w:tc>
          <w:tcPr>
            <w:tcW w:w="1533" w:type="dxa"/>
          </w:tcPr>
          <w:p w14:paraId="692C4484" w14:textId="77777777" w:rsidR="00784947" w:rsidRPr="001D5A6D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$60</w:t>
            </w:r>
          </w:p>
          <w:p w14:paraId="624D7B54" w14:textId="77777777" w:rsidR="00784947" w:rsidRPr="001D5A6D" w:rsidRDefault="00784947" w:rsidP="00AD4B09">
            <w:pPr>
              <w:rPr>
                <w:rFonts w:ascii="Franklin Gothic Book" w:hAnsi="Franklin Gothic Book"/>
                <w:strike/>
                <w:sz w:val="32"/>
                <w:szCs w:val="32"/>
              </w:rPr>
            </w:pPr>
          </w:p>
        </w:tc>
        <w:tc>
          <w:tcPr>
            <w:tcW w:w="1422" w:type="dxa"/>
          </w:tcPr>
          <w:p w14:paraId="51813DA0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$420</w:t>
            </w:r>
          </w:p>
        </w:tc>
        <w:tc>
          <w:tcPr>
            <w:tcW w:w="1433" w:type="dxa"/>
            <w:shd w:val="clear" w:color="auto" w:fill="FF0000"/>
          </w:tcPr>
          <w:p w14:paraId="6626037B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  <w:p w14:paraId="5B607626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$30.75</w:t>
            </w:r>
          </w:p>
        </w:tc>
        <w:tc>
          <w:tcPr>
            <w:tcW w:w="1840" w:type="dxa"/>
            <w:shd w:val="clear" w:color="auto" w:fill="9CC2E5" w:themeFill="accent1" w:themeFillTint="99"/>
          </w:tcPr>
          <w:p w14:paraId="1EA1824C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$1680</w:t>
            </w:r>
          </w:p>
        </w:tc>
      </w:tr>
      <w:tr w:rsidR="00784947" w14:paraId="12EDE231" w14:textId="77777777" w:rsidTr="00784947">
        <w:tc>
          <w:tcPr>
            <w:tcW w:w="1629" w:type="dxa"/>
            <w:shd w:val="clear" w:color="auto" w:fill="9CC2E5" w:themeFill="accent1" w:themeFillTint="99"/>
          </w:tcPr>
          <w:p w14:paraId="51286674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4 children</w:t>
            </w:r>
          </w:p>
          <w:p w14:paraId="15EF4689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1511" w:type="dxa"/>
          </w:tcPr>
          <w:p w14:paraId="5BD05C2D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$360</w:t>
            </w:r>
          </w:p>
        </w:tc>
        <w:tc>
          <w:tcPr>
            <w:tcW w:w="1533" w:type="dxa"/>
          </w:tcPr>
          <w:p w14:paraId="636CFEA4" w14:textId="77777777" w:rsidR="00784947" w:rsidRPr="001D5A6D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$60</w:t>
            </w:r>
          </w:p>
          <w:p w14:paraId="6771CC24" w14:textId="77777777" w:rsidR="00784947" w:rsidRPr="001D5A6D" w:rsidRDefault="00784947" w:rsidP="00AD4B09">
            <w:pPr>
              <w:rPr>
                <w:rFonts w:ascii="Franklin Gothic Book" w:hAnsi="Franklin Gothic Book"/>
                <w:strike/>
                <w:sz w:val="32"/>
                <w:szCs w:val="32"/>
              </w:rPr>
            </w:pPr>
          </w:p>
        </w:tc>
        <w:tc>
          <w:tcPr>
            <w:tcW w:w="1422" w:type="dxa"/>
          </w:tcPr>
          <w:p w14:paraId="13B176DE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>
              <w:rPr>
                <w:rFonts w:ascii="Franklin Gothic Book" w:hAnsi="Franklin Gothic Book"/>
                <w:sz w:val="32"/>
                <w:szCs w:val="32"/>
              </w:rPr>
              <w:t>$420</w:t>
            </w:r>
          </w:p>
        </w:tc>
        <w:tc>
          <w:tcPr>
            <w:tcW w:w="1433" w:type="dxa"/>
            <w:shd w:val="clear" w:color="auto" w:fill="FF0000"/>
          </w:tcPr>
          <w:p w14:paraId="1A29EACF" w14:textId="77777777" w:rsidR="0078494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</w:p>
          <w:p w14:paraId="5521B79A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sz w:val="32"/>
                <w:szCs w:val="32"/>
              </w:rPr>
            </w:pPr>
            <w:r w:rsidRPr="00BC3C17">
              <w:rPr>
                <w:rFonts w:ascii="Franklin Gothic Book" w:hAnsi="Franklin Gothic Book"/>
                <w:sz w:val="32"/>
                <w:szCs w:val="32"/>
              </w:rPr>
              <w:t>$41</w:t>
            </w:r>
          </w:p>
        </w:tc>
        <w:tc>
          <w:tcPr>
            <w:tcW w:w="1840" w:type="dxa"/>
            <w:shd w:val="clear" w:color="auto" w:fill="9CC2E5" w:themeFill="accent1" w:themeFillTint="99"/>
          </w:tcPr>
          <w:p w14:paraId="098D75D3" w14:textId="77777777" w:rsidR="00784947" w:rsidRPr="00BC3C17" w:rsidRDefault="00784947" w:rsidP="00AD4B09">
            <w:pPr>
              <w:jc w:val="center"/>
              <w:rPr>
                <w:rFonts w:ascii="Franklin Gothic Book" w:hAnsi="Franklin Gothic Book"/>
                <w:b/>
                <w:sz w:val="32"/>
                <w:szCs w:val="32"/>
              </w:rPr>
            </w:pPr>
            <w:r>
              <w:rPr>
                <w:rFonts w:ascii="Franklin Gothic Book" w:hAnsi="Franklin Gothic Book"/>
                <w:b/>
                <w:sz w:val="32"/>
                <w:szCs w:val="32"/>
              </w:rPr>
              <w:t>$1680</w:t>
            </w:r>
          </w:p>
        </w:tc>
      </w:tr>
    </w:tbl>
    <w:p w14:paraId="4B0B30AA" w14:textId="77777777" w:rsidR="008C1601" w:rsidRPr="00C87A87" w:rsidRDefault="008C1601" w:rsidP="00D30C1E">
      <w:pPr>
        <w:rPr>
          <w:rFonts w:ascii="Franklin Gothic Book" w:hAnsi="Franklin Gothic Book"/>
          <w:sz w:val="12"/>
          <w:szCs w:val="12"/>
        </w:rPr>
      </w:pPr>
    </w:p>
    <w:p w14:paraId="0756D2D0" w14:textId="77777777" w:rsidR="00BC3C17" w:rsidRDefault="00BC3C17" w:rsidP="00D30C1E">
      <w:pPr>
        <w:rPr>
          <w:rFonts w:ascii="Franklin Gothic Book" w:hAnsi="Franklin Gothic Book"/>
          <w:b/>
          <w:szCs w:val="22"/>
        </w:rPr>
      </w:pPr>
      <w:r>
        <w:rPr>
          <w:rFonts w:ascii="Franklin Gothic Book" w:hAnsi="Franklin Gothic Book"/>
          <w:b/>
          <w:szCs w:val="22"/>
        </w:rPr>
        <w:t>School Fees Billing Procedure</w:t>
      </w:r>
    </w:p>
    <w:p w14:paraId="28E21C01" w14:textId="77777777" w:rsidR="00BC3C17" w:rsidRPr="00C87A87" w:rsidRDefault="00BC3C17" w:rsidP="00BC3C17">
      <w:pPr>
        <w:rPr>
          <w:rFonts w:ascii="Franklin Gothic Book" w:hAnsi="Franklin Gothic Book"/>
          <w:sz w:val="12"/>
          <w:szCs w:val="12"/>
        </w:rPr>
      </w:pPr>
    </w:p>
    <w:p w14:paraId="05590CD0" w14:textId="77777777" w:rsidR="00BC3C17" w:rsidRDefault="00BC3C17" w:rsidP="00BC3C17">
      <w:pPr>
        <w:pStyle w:val="ListParagraph"/>
        <w:numPr>
          <w:ilvl w:val="0"/>
          <w:numId w:val="3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Statements for fees are sent in the first week of each term. Fees are due by the end of week 6 of each term.</w:t>
      </w:r>
    </w:p>
    <w:p w14:paraId="444D2EC0" w14:textId="77777777" w:rsidR="00BC3C17" w:rsidRPr="00C87A87" w:rsidRDefault="00BC3C17" w:rsidP="00BC3C17">
      <w:pPr>
        <w:rPr>
          <w:rFonts w:ascii="Franklin Gothic Book" w:hAnsi="Franklin Gothic Book"/>
          <w:sz w:val="12"/>
          <w:szCs w:val="12"/>
        </w:rPr>
      </w:pPr>
    </w:p>
    <w:p w14:paraId="60075583" w14:textId="77777777" w:rsidR="00BC3C17" w:rsidRDefault="00BC3C17" w:rsidP="00BC3C17">
      <w:pPr>
        <w:pStyle w:val="ListParagraph"/>
        <w:numPr>
          <w:ilvl w:val="0"/>
          <w:numId w:val="3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We offer several ways to pay your school fees.</w:t>
      </w:r>
    </w:p>
    <w:p w14:paraId="146873A9" w14:textId="77777777" w:rsidR="00BC3C17" w:rsidRPr="00C87A87" w:rsidRDefault="00BC3C17" w:rsidP="00BC3C17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0629D18C" w14:textId="77777777" w:rsidR="00BC3C17" w:rsidRDefault="00BC3C17" w:rsidP="00BC3C17">
      <w:pPr>
        <w:pStyle w:val="ListParagraph"/>
        <w:numPr>
          <w:ilvl w:val="0"/>
          <w:numId w:val="4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Cheque or cash payable by you in person to the front office</w:t>
      </w:r>
    </w:p>
    <w:p w14:paraId="0D588F5A" w14:textId="77777777" w:rsidR="00BC3C17" w:rsidRDefault="00BC3C17" w:rsidP="00BC3C17">
      <w:pPr>
        <w:pStyle w:val="ListParagraph"/>
        <w:numPr>
          <w:ilvl w:val="0"/>
          <w:numId w:val="4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 xml:space="preserve">EFT: BSB - 084 722 Account Number – </w:t>
      </w:r>
      <w:r w:rsidRPr="00BC3C17">
        <w:rPr>
          <w:rFonts w:ascii="Franklin Gothic Book" w:hAnsi="Franklin Gothic Book"/>
          <w:szCs w:val="22"/>
        </w:rPr>
        <w:t>508768539</w:t>
      </w:r>
    </w:p>
    <w:p w14:paraId="1980189C" w14:textId="77777777" w:rsidR="00BC3C17" w:rsidRDefault="00BC3C17" w:rsidP="00BC3C17">
      <w:pPr>
        <w:pStyle w:val="ListParagraph"/>
        <w:numPr>
          <w:ilvl w:val="0"/>
          <w:numId w:val="4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 xml:space="preserve">Centrepay </w:t>
      </w:r>
    </w:p>
    <w:p w14:paraId="623CD2E4" w14:textId="77777777" w:rsidR="00BC3C17" w:rsidRPr="00C87A87" w:rsidRDefault="00BC3C17" w:rsidP="00BC3C17">
      <w:pPr>
        <w:rPr>
          <w:rFonts w:ascii="Franklin Gothic Book" w:hAnsi="Franklin Gothic Book"/>
          <w:sz w:val="12"/>
          <w:szCs w:val="12"/>
        </w:rPr>
      </w:pPr>
    </w:p>
    <w:p w14:paraId="527353D6" w14:textId="77777777" w:rsidR="00BC3C17" w:rsidRDefault="00BC3C17" w:rsidP="00BC3C17">
      <w:pPr>
        <w:pStyle w:val="ListParagraph"/>
        <w:numPr>
          <w:ilvl w:val="0"/>
          <w:numId w:val="5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Any arrangements to vary the terms of payment must be made with the Principal.</w:t>
      </w:r>
    </w:p>
    <w:p w14:paraId="2D641EDF" w14:textId="77777777" w:rsidR="00D46D7D" w:rsidRPr="00C87A87" w:rsidRDefault="00D46D7D" w:rsidP="00D46D7D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75011A97" w14:textId="77777777" w:rsidR="00BC3C17" w:rsidRDefault="00BC3C17" w:rsidP="00BC3C17">
      <w:pPr>
        <w:pStyle w:val="ListParagraph"/>
        <w:numPr>
          <w:ilvl w:val="0"/>
          <w:numId w:val="5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 xml:space="preserve">Accounts that owe an excess of </w:t>
      </w:r>
      <w:r>
        <w:rPr>
          <w:rFonts w:ascii="Franklin Gothic Book" w:hAnsi="Franklin Gothic Book"/>
          <w:b/>
          <w:szCs w:val="22"/>
        </w:rPr>
        <w:t>$</w:t>
      </w:r>
      <w:r w:rsidR="009C26EB">
        <w:rPr>
          <w:rFonts w:ascii="Franklin Gothic Book" w:hAnsi="Franklin Gothic Book"/>
          <w:b/>
          <w:szCs w:val="22"/>
        </w:rPr>
        <w:t xml:space="preserve">500 </w:t>
      </w:r>
      <w:r w:rsidR="009C26EB">
        <w:rPr>
          <w:rFonts w:ascii="Franklin Gothic Book" w:hAnsi="Franklin Gothic Book"/>
          <w:szCs w:val="22"/>
        </w:rPr>
        <w:t>will</w:t>
      </w:r>
      <w:r>
        <w:rPr>
          <w:rFonts w:ascii="Franklin Gothic Book" w:hAnsi="Franklin Gothic Book"/>
          <w:szCs w:val="22"/>
        </w:rPr>
        <w:t xml:space="preserve"> be dealt with in one or more of the following ways:</w:t>
      </w:r>
    </w:p>
    <w:p w14:paraId="4665FAEE" w14:textId="77777777" w:rsidR="00BC3C17" w:rsidRPr="00C87A87" w:rsidRDefault="00BC3C17" w:rsidP="00BC3C17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515861D7" w14:textId="77777777" w:rsidR="00BC3C17" w:rsidRDefault="00BC3C17" w:rsidP="00BC3C17">
      <w:pPr>
        <w:pStyle w:val="ListParagraph"/>
        <w:numPr>
          <w:ilvl w:val="0"/>
          <w:numId w:val="8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Letter from the Principal</w:t>
      </w:r>
    </w:p>
    <w:p w14:paraId="46AE45BA" w14:textId="77777777" w:rsidR="00BC3C17" w:rsidRDefault="00BC3C17" w:rsidP="00BC3C17">
      <w:pPr>
        <w:pStyle w:val="ListParagraph"/>
        <w:numPr>
          <w:ilvl w:val="0"/>
          <w:numId w:val="8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Phone contact from the Principal</w:t>
      </w:r>
    </w:p>
    <w:p w14:paraId="26B5DB7F" w14:textId="77777777" w:rsidR="00BC3C17" w:rsidRDefault="00BC3C17" w:rsidP="00BC3C17">
      <w:pPr>
        <w:pStyle w:val="ListParagraph"/>
        <w:numPr>
          <w:ilvl w:val="0"/>
          <w:numId w:val="8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Interview with the Principal</w:t>
      </w:r>
    </w:p>
    <w:p w14:paraId="29B25255" w14:textId="77777777" w:rsidR="00C7122C" w:rsidRPr="00C87A87" w:rsidRDefault="00C7122C" w:rsidP="00C7122C">
      <w:pPr>
        <w:rPr>
          <w:rFonts w:ascii="Franklin Gothic Book" w:hAnsi="Franklin Gothic Book"/>
          <w:sz w:val="12"/>
          <w:szCs w:val="12"/>
        </w:rPr>
      </w:pPr>
    </w:p>
    <w:p w14:paraId="390D4D63" w14:textId="77777777" w:rsidR="00BC3C17" w:rsidRDefault="00C7122C" w:rsidP="00BC3C17">
      <w:pPr>
        <w:pStyle w:val="ListParagraph"/>
        <w:numPr>
          <w:ilvl w:val="0"/>
          <w:numId w:val="9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Where accounts still remain unpaid after contact has been made and no arrangements have been agreed to, the account will be placed in the hands of a debt collector.</w:t>
      </w:r>
    </w:p>
    <w:p w14:paraId="4E5EA5E2" w14:textId="77777777" w:rsidR="00D46D7D" w:rsidRPr="00C87A87" w:rsidRDefault="00D46D7D" w:rsidP="00D46D7D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200E9D8E" w14:textId="77777777" w:rsidR="009C26EB" w:rsidRDefault="009C26EB" w:rsidP="00BC3C17">
      <w:pPr>
        <w:pStyle w:val="ListParagraph"/>
        <w:numPr>
          <w:ilvl w:val="0"/>
          <w:numId w:val="9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 xml:space="preserve">Although the school fees are billed at the beginning of each term, parents are most welcome to pay their fees in any form that suits their budget – weekly, fortnightly, monthly, term or annually in </w:t>
      </w:r>
      <w:r>
        <w:rPr>
          <w:rFonts w:ascii="Franklin Gothic Book" w:hAnsi="Franklin Gothic Book"/>
          <w:b/>
          <w:szCs w:val="22"/>
        </w:rPr>
        <w:t>advance.</w:t>
      </w:r>
    </w:p>
    <w:p w14:paraId="6BBF0AE1" w14:textId="77777777" w:rsidR="00293736" w:rsidRPr="00C87A87" w:rsidRDefault="00293736" w:rsidP="00293736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1B113FB8" w14:textId="77777777" w:rsidR="00293736" w:rsidRDefault="00293736" w:rsidP="00BC3C17">
      <w:pPr>
        <w:pStyle w:val="ListParagraph"/>
        <w:numPr>
          <w:ilvl w:val="0"/>
          <w:numId w:val="9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Other than the above, you will be notified of other expenses to be added to the account, eg Arts Council, excursions, special workshops.</w:t>
      </w:r>
    </w:p>
    <w:p w14:paraId="7FC6318F" w14:textId="77777777" w:rsidR="00293736" w:rsidRPr="00C87A87" w:rsidRDefault="00293736" w:rsidP="00293736">
      <w:pPr>
        <w:pStyle w:val="ListParagraph"/>
        <w:rPr>
          <w:rFonts w:ascii="Franklin Gothic Book" w:hAnsi="Franklin Gothic Book"/>
          <w:sz w:val="12"/>
          <w:szCs w:val="12"/>
        </w:rPr>
      </w:pPr>
    </w:p>
    <w:p w14:paraId="7168323B" w14:textId="77777777" w:rsidR="00293736" w:rsidRDefault="00293736" w:rsidP="00BC3C17">
      <w:pPr>
        <w:pStyle w:val="ListParagraph"/>
        <w:numPr>
          <w:ilvl w:val="0"/>
          <w:numId w:val="9"/>
        </w:num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Sport nominations and uniforms may be added to the account after authorisation from the Principal.</w:t>
      </w:r>
    </w:p>
    <w:p w14:paraId="455C083B" w14:textId="77777777" w:rsidR="00293736" w:rsidRPr="00C87A87" w:rsidRDefault="00293736" w:rsidP="00293736">
      <w:pPr>
        <w:ind w:left="360"/>
        <w:rPr>
          <w:rFonts w:ascii="Franklin Gothic Book" w:hAnsi="Franklin Gothic Book"/>
          <w:b/>
          <w:sz w:val="12"/>
          <w:szCs w:val="12"/>
        </w:rPr>
      </w:pPr>
    </w:p>
    <w:p w14:paraId="76B49094" w14:textId="77777777" w:rsidR="00293736" w:rsidRPr="00293736" w:rsidRDefault="00293736" w:rsidP="00293736">
      <w:pPr>
        <w:rPr>
          <w:rFonts w:ascii="Franklin Gothic Book" w:hAnsi="Franklin Gothic Book"/>
          <w:b/>
          <w:szCs w:val="22"/>
        </w:rPr>
      </w:pPr>
      <w:r w:rsidRPr="00293736">
        <w:rPr>
          <w:rFonts w:ascii="Franklin Gothic Book" w:hAnsi="Franklin Gothic Book"/>
          <w:szCs w:val="22"/>
        </w:rPr>
        <w:t>Please do not hesitate to contact the Principal if you have any further questions or concerns.</w:t>
      </w:r>
    </w:p>
    <w:p w14:paraId="081B731B" w14:textId="77777777" w:rsidR="00293736" w:rsidRPr="00C87A87" w:rsidRDefault="00293736" w:rsidP="00293736">
      <w:pPr>
        <w:pStyle w:val="ListParagraph"/>
        <w:rPr>
          <w:rFonts w:ascii="Franklin Gothic Book" w:hAnsi="Franklin Gothic Book"/>
          <w:b/>
          <w:sz w:val="12"/>
          <w:szCs w:val="12"/>
        </w:rPr>
      </w:pPr>
    </w:p>
    <w:p w14:paraId="201B97AC" w14:textId="77777777" w:rsidR="00293736" w:rsidRDefault="00293736" w:rsidP="00293736">
      <w:p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Kindest regards</w:t>
      </w:r>
    </w:p>
    <w:p w14:paraId="5D965230" w14:textId="77777777" w:rsidR="00C87A87" w:rsidRDefault="00C87A87" w:rsidP="00293736">
      <w:pPr>
        <w:rPr>
          <w:rFonts w:ascii="Franklin Gothic Book" w:hAnsi="Franklin Gothic Book"/>
          <w:szCs w:val="22"/>
        </w:rPr>
      </w:pPr>
    </w:p>
    <w:p w14:paraId="6ADBD7D2" w14:textId="30E10CDF" w:rsidR="00293736" w:rsidRDefault="00784947" w:rsidP="00293736">
      <w:p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>Casey Sly</w:t>
      </w:r>
    </w:p>
    <w:p w14:paraId="0EF39212" w14:textId="1C25E34F" w:rsidR="00293736" w:rsidRPr="00293736" w:rsidRDefault="00784947" w:rsidP="00293736">
      <w:pPr>
        <w:rPr>
          <w:rFonts w:ascii="Franklin Gothic Book" w:hAnsi="Franklin Gothic Book"/>
          <w:szCs w:val="22"/>
        </w:rPr>
      </w:pPr>
      <w:r>
        <w:rPr>
          <w:rFonts w:ascii="Franklin Gothic Book" w:hAnsi="Franklin Gothic Book"/>
          <w:szCs w:val="22"/>
        </w:rPr>
        <w:t xml:space="preserve">Acting </w:t>
      </w:r>
      <w:r w:rsidR="00293736">
        <w:rPr>
          <w:rFonts w:ascii="Franklin Gothic Book" w:hAnsi="Franklin Gothic Book"/>
          <w:szCs w:val="22"/>
        </w:rPr>
        <w:t>Principal</w:t>
      </w:r>
    </w:p>
    <w:sectPr w:rsidR="00293736" w:rsidRPr="00293736" w:rsidSect="00C34B60">
      <w:headerReference w:type="default" r:id="rId8"/>
      <w:pgSz w:w="11906" w:h="16838"/>
      <w:pgMar w:top="567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5535B" w14:textId="77777777" w:rsidR="00E01A49" w:rsidRDefault="00E01A49">
      <w:r>
        <w:separator/>
      </w:r>
    </w:p>
  </w:endnote>
  <w:endnote w:type="continuationSeparator" w:id="0">
    <w:p w14:paraId="50C9AFD1" w14:textId="77777777" w:rsidR="00E01A49" w:rsidRDefault="00E0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99936" w14:textId="77777777" w:rsidR="00E01A49" w:rsidRDefault="00E01A49">
      <w:r>
        <w:separator/>
      </w:r>
    </w:p>
  </w:footnote>
  <w:footnote w:type="continuationSeparator" w:id="0">
    <w:p w14:paraId="7339116E" w14:textId="77777777" w:rsidR="00E01A49" w:rsidRDefault="00E01A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1D479" w14:textId="77777777" w:rsidR="00005452" w:rsidRDefault="00E01A49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4649BDC9" wp14:editId="160295DF">
              <wp:simplePos x="0" y="0"/>
              <wp:positionH relativeFrom="column">
                <wp:posOffset>-268011</wp:posOffset>
              </wp:positionH>
              <wp:positionV relativeFrom="paragraph">
                <wp:posOffset>7040</wp:posOffset>
              </wp:positionV>
              <wp:extent cx="5871845" cy="933856"/>
              <wp:effectExtent l="0" t="0" r="0" b="0"/>
              <wp:wrapNone/>
              <wp:docPr id="1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71845" cy="933856"/>
                        <a:chOff x="107236649" y="105272570"/>
                        <a:chExt cx="5872126" cy="934062"/>
                      </a:xfrm>
                    </wpg:grpSpPr>
                    <wps:wsp>
                      <wps:cNvPr id="2" name="Line 7"/>
                      <wps:cNvCnPr>
                        <a:cxnSpLocks noChangeShapeType="1"/>
                      </wps:cNvCnPr>
                      <wps:spPr bwMode="auto">
                        <a:xfrm>
                          <a:off x="107453671" y="105647220"/>
                          <a:ext cx="5631657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Text Box 8"/>
                      <wps:cNvSpPr txBox="1">
                        <a:spLocks noChangeArrowheads="1"/>
                      </wps:cNvSpPr>
                      <wps:spPr bwMode="auto">
                        <a:xfrm>
                          <a:off x="107236649" y="105272570"/>
                          <a:ext cx="5842452" cy="30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1">
                                <a:gsLst>
                                  <a:gs pos="0">
                                    <a:srgbClr val="A3C8FF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C3C5B48" w14:textId="77777777" w:rsidR="00005452" w:rsidRDefault="00005452" w:rsidP="00005452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107258775" y="105329691"/>
                          <a:ext cx="5850000" cy="8769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502487" w14:textId="77777777" w:rsidR="00005452" w:rsidRDefault="00005452" w:rsidP="00005452">
                            <w:pPr>
                              <w:pStyle w:val="Header"/>
                              <w:tabs>
                                <w:tab w:val="left" w:pos="720"/>
                              </w:tabs>
                              <w:ind w:left="225" w:right="25"/>
                              <w:rPr>
                                <w:rFonts w:ascii="Old English Text MT" w:hAnsi="Old English Text MT"/>
                                <w:color w:val="0000FF"/>
                                <w:w w:val="11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ld English Text MT" w:hAnsi="Old English Text MT"/>
                                <w:color w:val="0000FF"/>
                                <w:w w:val="110"/>
                                <w:sz w:val="32"/>
                                <w:szCs w:val="32"/>
                              </w:rPr>
                              <w:t xml:space="preserve">St Maria Goretti Primary School – </w:t>
                            </w: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Old English Text MT" w:hAnsi="Old English Text MT"/>
                                    <w:color w:val="0000FF"/>
                                    <w:w w:val="110"/>
                                    <w:sz w:val="32"/>
                                    <w:szCs w:val="32"/>
                                  </w:rPr>
                                  <w:t>Inglewood</w:t>
                                </w:r>
                              </w:smartTag>
                            </w:smartTag>
                          </w:p>
                          <w:p w14:paraId="4C963C23" w14:textId="77777777" w:rsidR="00005452" w:rsidRDefault="00005452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  <w:p w14:paraId="3A8DF68A" w14:textId="77777777" w:rsidR="00005452" w:rsidRDefault="00005452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smartTag w:uri="urn:schemas-microsoft-com:office:smarttags" w:element="Street">
                              <w:smartTag w:uri="urn:schemas-microsoft-com:office:smarttags" w:element="address"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Elizabeth Street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smartTag w:uri="urn:schemas-microsoft-com:office:smarttags" w:element="address">
                              <w:smartTag w:uri="urn:schemas-microsoft-com:office:smarttags" w:element="Street"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PO Box 59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Inglewood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4387.</w:t>
                            </w:r>
                          </w:p>
                          <w:p w14:paraId="7337CE37" w14:textId="77777777" w:rsidR="00005452" w:rsidRDefault="00005452" w:rsidP="00005452">
                            <w:pPr>
                              <w:pStyle w:val="Header"/>
                              <w:ind w:left="225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Phone: (07) 46521109 Fax: (07) 46521321</w:t>
                            </w:r>
                          </w:p>
                          <w:p w14:paraId="3EEF1C20" w14:textId="77777777" w:rsidR="00005452" w:rsidRDefault="0077245B" w:rsidP="00005452">
                            <w:pPr>
                              <w:pStyle w:val="Header"/>
                              <w:ind w:left="225"/>
                              <w:rPr>
                                <w:rFonts w:ascii="Bookman Old Style" w:hAnsi="Bookman Old Style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hyperlink r:id="rId1" w:history="1">
                              <w:r w:rsidR="00005452">
                                <w:rPr>
                                  <w:rStyle w:val="Hyperlink"/>
                                  <w:rFonts w:ascii="Bookman Old Style" w:hAnsi="Bookman Old Style"/>
                                  <w:i/>
                                  <w:iCs/>
                                  <w:sz w:val="20"/>
                                  <w:szCs w:val="20"/>
                                </w:rPr>
                                <w:t>inglewood@twb.catholic.edu.au</w:t>
                              </w:r>
                            </w:hyperlink>
                          </w:p>
                          <w:p w14:paraId="7616D31C" w14:textId="77777777" w:rsidR="00005452" w:rsidRDefault="00005452" w:rsidP="00005452">
                            <w:pPr>
                              <w:pStyle w:val="Header"/>
                              <w:ind w:left="225"/>
                              <w:rPr>
                                <w:rFonts w:ascii="Bookman Old Style" w:hAnsi="Bookman Old Styl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g:grpSp>
                      <wpg:cNvPr id="5" name="Group 10"/>
                      <wpg:cNvGrpSpPr>
                        <a:grpSpLocks/>
                      </wpg:cNvGrpSpPr>
                      <wpg:grpSpPr bwMode="auto">
                        <a:xfrm>
                          <a:off x="112113449" y="105318291"/>
                          <a:ext cx="840740" cy="841375"/>
                          <a:chOff x="112113449" y="105369091"/>
                          <a:chExt cx="802640" cy="790575"/>
                        </a:xfrm>
                      </wpg:grpSpPr>
                      <wps:wsp>
                        <wps:cNvPr id="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2256093" y="105444925"/>
                            <a:ext cx="527050" cy="3771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12" descr="lOGO_cOLOUR_10%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113449" y="105369091"/>
                            <a:ext cx="802640" cy="7905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9BDC9" id="Group 6" o:spid="_x0000_s1026" style="position:absolute;left:0;text-align:left;margin-left:-21.1pt;margin-top:.55pt;width:462.35pt;height:73.55pt;z-index:251657728" coordorigin="1072366,1052725" coordsize="58721,93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">
              <v:line id="Line 7" o:spid="_x0000_s1027" style="position:absolute;visibility:visible;mso-wrap-style:square" from="1074536,1056472" to="1130853,10564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" strokecolor="blue" strokeweight="3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left:1072366;top:1052725;width:58425;height:30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" filled="f" fillcolor="#a3c8ff" stroked="f" insetpen="t">
                <v:fill rotate="t" focus="100%" type="gradient"/>
                <v:textbox inset="2.88pt,2.88pt,2.88pt,2.88pt">
                  <w:txbxContent>
                    <w:p w14:paraId="7C3C5B48" w14:textId="77777777" w:rsidR="00005452" w:rsidRDefault="00005452" w:rsidP="00005452"/>
                  </w:txbxContent>
                </v:textbox>
              </v:shape>
              <v:shape id="Text Box 9" o:spid="_x0000_s1029" type="#_x0000_t202" style="position:absolute;left:1072587;top:1053296;width:58500;height:87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" filled="f" stroked="f" insetpen="t">
                <v:textbox inset="2.88pt,2.88pt,2.88pt,2.88pt">
                  <w:txbxContent>
                    <w:p w14:paraId="7B502487" w14:textId="77777777" w:rsidR="00005452" w:rsidRDefault="00005452" w:rsidP="00005452">
                      <w:pPr>
                        <w:pStyle w:val="Header"/>
                        <w:tabs>
                          <w:tab w:val="left" w:pos="720"/>
                        </w:tabs>
                        <w:ind w:left="225" w:right="25"/>
                        <w:rPr>
                          <w:rFonts w:ascii="Old English Text MT" w:hAnsi="Old English Text MT"/>
                          <w:color w:val="0000FF"/>
                          <w:w w:val="110"/>
                          <w:sz w:val="32"/>
                          <w:szCs w:val="32"/>
                        </w:rPr>
                      </w:pPr>
                      <w:r>
                        <w:rPr>
                          <w:rFonts w:ascii="Old English Text MT" w:hAnsi="Old English Text MT"/>
                          <w:color w:val="0000FF"/>
                          <w:w w:val="110"/>
                          <w:sz w:val="32"/>
                          <w:szCs w:val="32"/>
                        </w:rPr>
                        <w:t xml:space="preserve">St Maria Goretti Primary School – </w:t>
                      </w: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Old English Text MT" w:hAnsi="Old English Text MT"/>
                              <w:color w:val="0000FF"/>
                              <w:w w:val="110"/>
                              <w:sz w:val="32"/>
                              <w:szCs w:val="32"/>
                            </w:rPr>
                            <w:t>Inglewood</w:t>
                          </w:r>
                        </w:smartTag>
                      </w:smartTag>
                    </w:p>
                    <w:p w14:paraId="4C963C23" w14:textId="77777777" w:rsidR="00005452" w:rsidRDefault="00005452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</w:pPr>
                    </w:p>
                    <w:p w14:paraId="3A8DF68A" w14:textId="77777777" w:rsidR="00005452" w:rsidRDefault="00005452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smartTag w:uri="urn:schemas-microsoft-com:office:smarttags" w:element="Street">
                        <w:smartTag w:uri="urn:schemas-microsoft-com:office:smarttags" w:element="address"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Elizabeth Street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, </w:t>
                      </w:r>
                      <w:smartTag w:uri="urn:schemas-microsoft-com:office:smarttags" w:element="address">
                        <w:smartTag w:uri="urn:schemas-microsoft-com:office:smarttags" w:element="Street"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PO Box 59</w:t>
                          </w:r>
                        </w:smartTag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, </w:t>
                        </w:r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Inglewood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, 4387.</w:t>
                      </w:r>
                    </w:p>
                    <w:p w14:paraId="7337CE37" w14:textId="77777777" w:rsidR="00005452" w:rsidRDefault="00005452" w:rsidP="00005452">
                      <w:pPr>
                        <w:pStyle w:val="Header"/>
                        <w:ind w:left="225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Phone: (07) 46521109 Fax: (07) 46521321</w:t>
                      </w:r>
                    </w:p>
                    <w:p w14:paraId="3EEF1C20" w14:textId="77777777" w:rsidR="00005452" w:rsidRDefault="0077245B" w:rsidP="00005452">
                      <w:pPr>
                        <w:pStyle w:val="Header"/>
                        <w:ind w:left="225"/>
                        <w:rPr>
                          <w:rFonts w:ascii="Bookman Old Style" w:hAnsi="Bookman Old Style"/>
                          <w:i/>
                          <w:iCs/>
                          <w:sz w:val="20"/>
                          <w:szCs w:val="20"/>
                        </w:rPr>
                      </w:pPr>
                      <w:hyperlink r:id="rId3" w:history="1">
                        <w:r w:rsidR="00005452">
                          <w:rPr>
                            <w:rStyle w:val="Hyperlink"/>
                            <w:rFonts w:ascii="Bookman Old Style" w:hAnsi="Bookman Old Style"/>
                            <w:i/>
                            <w:iCs/>
                            <w:sz w:val="20"/>
                            <w:szCs w:val="20"/>
                          </w:rPr>
                          <w:t>inglewood@twb.catholic.edu.au</w:t>
                        </w:r>
                      </w:hyperlink>
                    </w:p>
                    <w:p w14:paraId="7616D31C" w14:textId="77777777" w:rsidR="00005452" w:rsidRDefault="00005452" w:rsidP="00005452">
                      <w:pPr>
                        <w:pStyle w:val="Header"/>
                        <w:ind w:left="225"/>
                        <w:rPr>
                          <w:rFonts w:ascii="Bookman Old Style" w:hAnsi="Bookman Old Style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group id="Group 10" o:spid="_x0000_s1030" style="position:absolute;left:1121134;top:1053182;width:8407;height:8414" coordorigin="1121134,1053690" coordsize="8026,7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rect id="Rectangle 11" o:spid="_x0000_s1031" style="position:absolute;left:1122560;top:1054449;width:5271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" stroked="f" insetpen="t">
                  <v:shadow color="#ccc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32" type="#_x0000_t75" alt="lOGO_cOLOUR_10%" style="position:absolute;left:1121134;top:1053690;width:8026;height:7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">
                  <v:imagedata r:id="rId4" o:title="lOGO_cOLOUR_10%" chromakey="white"/>
                </v:shape>
              </v:group>
            </v:group>
          </w:pict>
        </mc:Fallback>
      </mc:AlternateContent>
    </w:r>
  </w:p>
  <w:p w14:paraId="39E10FAE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14:paraId="0A236B71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14:paraId="0BDD90BE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14:paraId="4E066F76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14:paraId="67EEE2AC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  <w:p w14:paraId="527AD466" w14:textId="77777777" w:rsidR="00005452" w:rsidRDefault="00005452" w:rsidP="007F744A">
    <w:pPr>
      <w:pStyle w:val="Header"/>
      <w:ind w:left="1620"/>
      <w:rPr>
        <w:rFonts w:ascii="Bookman Old Style" w:hAnsi="Bookman Old Style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232E"/>
    <w:multiLevelType w:val="hybridMultilevel"/>
    <w:tmpl w:val="21481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14BEF"/>
    <w:multiLevelType w:val="hybridMultilevel"/>
    <w:tmpl w:val="8932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925D0"/>
    <w:multiLevelType w:val="hybridMultilevel"/>
    <w:tmpl w:val="B23E801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DF3713"/>
    <w:multiLevelType w:val="hybridMultilevel"/>
    <w:tmpl w:val="2050F388"/>
    <w:lvl w:ilvl="0" w:tplc="7BE8EE7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96C13"/>
    <w:multiLevelType w:val="hybridMultilevel"/>
    <w:tmpl w:val="D75CA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F25A1"/>
    <w:multiLevelType w:val="hybridMultilevel"/>
    <w:tmpl w:val="70EEF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1B0993"/>
    <w:multiLevelType w:val="hybridMultilevel"/>
    <w:tmpl w:val="4C3609C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996CB0"/>
    <w:multiLevelType w:val="hybridMultilevel"/>
    <w:tmpl w:val="A92EE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43170"/>
    <w:multiLevelType w:val="hybridMultilevel"/>
    <w:tmpl w:val="A18ACC1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053699A"/>
    <w:multiLevelType w:val="hybridMultilevel"/>
    <w:tmpl w:val="FB8495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9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A49"/>
    <w:rsid w:val="00005452"/>
    <w:rsid w:val="00041E36"/>
    <w:rsid w:val="00080022"/>
    <w:rsid w:val="00092ACD"/>
    <w:rsid w:val="00121107"/>
    <w:rsid w:val="0012557B"/>
    <w:rsid w:val="0014578E"/>
    <w:rsid w:val="00192476"/>
    <w:rsid w:val="001D7272"/>
    <w:rsid w:val="00293736"/>
    <w:rsid w:val="002A4749"/>
    <w:rsid w:val="002F0AA5"/>
    <w:rsid w:val="004A05AA"/>
    <w:rsid w:val="004C36CA"/>
    <w:rsid w:val="00614B9B"/>
    <w:rsid w:val="00621225"/>
    <w:rsid w:val="00627C23"/>
    <w:rsid w:val="00635E76"/>
    <w:rsid w:val="00771CC7"/>
    <w:rsid w:val="0077245B"/>
    <w:rsid w:val="00784947"/>
    <w:rsid w:val="007D4296"/>
    <w:rsid w:val="007E3E43"/>
    <w:rsid w:val="007F744A"/>
    <w:rsid w:val="008533E1"/>
    <w:rsid w:val="00862073"/>
    <w:rsid w:val="00865103"/>
    <w:rsid w:val="008B5450"/>
    <w:rsid w:val="008C05C6"/>
    <w:rsid w:val="008C1601"/>
    <w:rsid w:val="009018D5"/>
    <w:rsid w:val="009C26EB"/>
    <w:rsid w:val="00A242FF"/>
    <w:rsid w:val="00A96765"/>
    <w:rsid w:val="00AD46E6"/>
    <w:rsid w:val="00AE7333"/>
    <w:rsid w:val="00BC3C17"/>
    <w:rsid w:val="00BD3811"/>
    <w:rsid w:val="00C34B60"/>
    <w:rsid w:val="00C377BD"/>
    <w:rsid w:val="00C42050"/>
    <w:rsid w:val="00C7122C"/>
    <w:rsid w:val="00C87A87"/>
    <w:rsid w:val="00CD1F9D"/>
    <w:rsid w:val="00CD65D9"/>
    <w:rsid w:val="00D30C1E"/>
    <w:rsid w:val="00D46D7D"/>
    <w:rsid w:val="00D51CE3"/>
    <w:rsid w:val="00DD1AD6"/>
    <w:rsid w:val="00E01A49"/>
    <w:rsid w:val="00E0374E"/>
    <w:rsid w:val="00E508F3"/>
    <w:rsid w:val="00EB357E"/>
    <w:rsid w:val="00EC2C37"/>
    <w:rsid w:val="00EF7D7E"/>
    <w:rsid w:val="00F13DC6"/>
    <w:rsid w:val="00F14AFD"/>
    <w:rsid w:val="00F42D1F"/>
    <w:rsid w:val="00F5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5B6EB41E"/>
  <w15:chartTrackingRefBased/>
  <w15:docId w15:val="{E3366F05-A5F0-45EC-B1F8-9B3B7C10E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F744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F744A"/>
    <w:pPr>
      <w:tabs>
        <w:tab w:val="center" w:pos="4153"/>
        <w:tab w:val="right" w:pos="8306"/>
      </w:tabs>
    </w:pPr>
  </w:style>
  <w:style w:type="character" w:styleId="Hyperlink">
    <w:name w:val="Hyperlink"/>
    <w:rsid w:val="007F744A"/>
    <w:rPr>
      <w:color w:val="0000FF"/>
      <w:u w:val="single"/>
    </w:rPr>
  </w:style>
  <w:style w:type="paragraph" w:styleId="BalloonText">
    <w:name w:val="Balloon Text"/>
    <w:basedOn w:val="Normal"/>
    <w:semiHidden/>
    <w:rsid w:val="00CD65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B3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8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glewood@twb.catholic.edu.au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inglewood@twb.catholic.edu.au" TargetMode="External"/><Relationship Id="rId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Admin\Stationery\current\SMG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96D3E-D1AE-46C6-8B74-31D73800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SMG Letterhead</Template>
  <TotalTime>4</TotalTime>
  <Pages>1</Pages>
  <Words>293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Principal</vt:lpstr>
    </vt:vector>
  </TitlesOfParts>
  <Company/>
  <LinksUpToDate>false</LinksUpToDate>
  <CharactersWithSpaces>1677</CharactersWithSpaces>
  <SharedDoc>false</SharedDoc>
  <HLinks>
    <vt:vector size="6" baseType="variant">
      <vt:variant>
        <vt:i4>1310782</vt:i4>
      </vt:variant>
      <vt:variant>
        <vt:i4>0</vt:i4>
      </vt:variant>
      <vt:variant>
        <vt:i4>0</vt:i4>
      </vt:variant>
      <vt:variant>
        <vt:i4>5</vt:i4>
      </vt:variant>
      <vt:variant>
        <vt:lpwstr>mailto:inglewood@twb.catholic.edu.au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Principal</dc:title>
  <dc:subject/>
  <dc:creator>Mandy Mead</dc:creator>
  <cp:keywords/>
  <dc:description/>
  <cp:lastModifiedBy>Mandy</cp:lastModifiedBy>
  <cp:revision>4</cp:revision>
  <cp:lastPrinted>2019-12-15T22:38:00Z</cp:lastPrinted>
  <dcterms:created xsi:type="dcterms:W3CDTF">2019-12-15T22:39:00Z</dcterms:created>
  <dcterms:modified xsi:type="dcterms:W3CDTF">2020-01-23T02:17:00Z</dcterms:modified>
</cp:coreProperties>
</file>